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394"/>
      </w:tblGrid>
      <w:tr w:rsidR="00D40650" w14:paraId="55942A01" w14:textId="77777777" w:rsidTr="00152FAD">
        <w:trPr>
          <w:trHeight w:val="1905"/>
        </w:trPr>
        <w:tc>
          <w:tcPr>
            <w:tcW w:w="4678" w:type="dxa"/>
          </w:tcPr>
          <w:p w14:paraId="559429FF" w14:textId="79B88268" w:rsidR="00D40650" w:rsidRPr="00A10E66" w:rsidRDefault="00F3446C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942A30" wp14:editId="366FC27F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9725" cy="93599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94" w:type="dxa"/>
          </w:tcPr>
          <w:p w14:paraId="55942A00" w14:textId="77777777" w:rsidR="00BC1A62" w:rsidRPr="00BC1A62" w:rsidRDefault="00BC1A62" w:rsidP="00BB0136">
            <w:pPr>
              <w:pStyle w:val="AK"/>
              <w:ind w:left="426"/>
            </w:pPr>
          </w:p>
        </w:tc>
      </w:tr>
      <w:tr w:rsidR="00D40650" w:rsidRPr="001D4CFB" w14:paraId="55942A0B" w14:textId="77777777" w:rsidTr="00152FAD">
        <w:trPr>
          <w:trHeight w:val="1985"/>
        </w:trPr>
        <w:tc>
          <w:tcPr>
            <w:tcW w:w="4678" w:type="dxa"/>
          </w:tcPr>
          <w:p w14:paraId="46916939" w14:textId="28EED836" w:rsidR="00371A7B" w:rsidRDefault="00371A7B" w:rsidP="00BC1A62">
            <w:pPr>
              <w:pStyle w:val="Adressaat"/>
            </w:pPr>
          </w:p>
          <w:sdt>
            <w:sdtPr>
              <w:alias w:val="Asutus"/>
              <w:tag w:val="Asutus"/>
              <w:id w:val="-1474741511"/>
              <w:placeholder>
                <w:docPart w:val="421CD45A0D7B496BB72E03BE28EEBD1F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Asutus[1]" w:storeItemID="{34F61C44-F470-4B56-AFA8-2038CF04135C}"/>
              <w:text/>
            </w:sdtPr>
            <w:sdtEndPr/>
            <w:sdtContent>
              <w:p w14:paraId="48CCC525" w14:textId="04927688" w:rsidR="00371A7B" w:rsidRDefault="00754845" w:rsidP="00BC1A62">
                <w:pPr>
                  <w:pStyle w:val="Adressaat"/>
                </w:pPr>
                <w:r>
                  <w:t>Kliimaministeerium</w:t>
                </w:r>
                <w:r w:rsidR="005C1827">
                  <w:t xml:space="preserve">                             </w:t>
                </w:r>
                <w:r>
                  <w:t xml:space="preserve">Majandus- ja Kommunikatsiooniministeerium Rahandusministeerium </w:t>
                </w:r>
                <w:r w:rsidR="005C1827">
                  <w:t xml:space="preserve">                    </w:t>
                </w:r>
                <w:r>
                  <w:t>Tarbijakaitse ja Tehnilise Järelevalve</w:t>
                </w:r>
                <w:r w:rsidR="000457B8">
                  <w:t xml:space="preserve"> A</w:t>
                </w:r>
                <w:r>
                  <w:t>me</w:t>
                </w:r>
                <w:r w:rsidR="005C1827">
                  <w:t>t</w:t>
                </w:r>
                <w:r>
                  <w:t xml:space="preserve"> Keskkonnaministeeriumi Infotehnoloogiakeskus</w:t>
                </w:r>
              </w:p>
            </w:sdtContent>
          </w:sdt>
          <w:p w14:paraId="2D714B55" w14:textId="77777777" w:rsidR="003B2A9C" w:rsidRDefault="003B2A9C" w:rsidP="00371A7B">
            <w:pPr>
              <w:pStyle w:val="Adressaat"/>
              <w:rPr>
                <w:iCs/>
              </w:rPr>
            </w:pPr>
          </w:p>
          <w:p w14:paraId="3E04A9EF" w14:textId="77777777" w:rsidR="005C1827" w:rsidRDefault="005C1827" w:rsidP="00371A7B">
            <w:pPr>
              <w:pStyle w:val="Adressaat"/>
              <w:rPr>
                <w:iCs/>
              </w:rPr>
            </w:pPr>
          </w:p>
          <w:p w14:paraId="6EA31CBF" w14:textId="77777777" w:rsidR="005C1827" w:rsidRDefault="005C1827" w:rsidP="00371A7B">
            <w:pPr>
              <w:pStyle w:val="Adressaat"/>
              <w:rPr>
                <w:iCs/>
              </w:rPr>
            </w:pPr>
          </w:p>
          <w:p w14:paraId="55942A06" w14:textId="5B6EAA99" w:rsidR="005C1827" w:rsidRPr="00BF4D7C" w:rsidRDefault="005C1827" w:rsidP="00371A7B">
            <w:pPr>
              <w:pStyle w:val="Adressaat"/>
              <w:rPr>
                <w:iCs/>
              </w:rPr>
            </w:pPr>
          </w:p>
        </w:tc>
        <w:tc>
          <w:tcPr>
            <w:tcW w:w="4394" w:type="dxa"/>
          </w:tcPr>
          <w:p w14:paraId="57FE3F0E" w14:textId="77777777" w:rsidR="000E7213" w:rsidRDefault="000E7213" w:rsidP="004F298B">
            <w:pPr>
              <w:spacing w:line="240" w:lineRule="auto"/>
              <w:jc w:val="left"/>
            </w:pPr>
          </w:p>
          <w:p w14:paraId="4FC5E655" w14:textId="77777777" w:rsidR="000E7213" w:rsidRDefault="000E7213" w:rsidP="004F298B">
            <w:pPr>
              <w:spacing w:line="240" w:lineRule="auto"/>
              <w:ind w:left="142"/>
              <w:jc w:val="left"/>
            </w:pPr>
          </w:p>
          <w:p w14:paraId="55942A09" w14:textId="0F7A0AD5" w:rsidR="00EC028D" w:rsidRPr="005E7E54" w:rsidRDefault="005A4B1B" w:rsidP="004F298B">
            <w:pPr>
              <w:spacing w:line="240" w:lineRule="auto"/>
              <w:ind w:left="142"/>
              <w:jc w:val="left"/>
            </w:pPr>
            <w:sdt>
              <w:sdtPr>
                <w:alias w:val="Registreerimise kuupäev"/>
                <w:tag w:val="RMRegistrationDate"/>
                <w:id w:val="1890454166"/>
                <w:placeholder>
                  <w:docPart w:val="D726FD2301C84C08B460F3731620D30F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gistrationDate[1]" w:storeItemID="{34F61C44-F470-4B56-AFA8-2038CF04135C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[Registreerimise kuupäev]</w:t>
                </w:r>
              </w:sdtContent>
            </w:sdt>
            <w:r w:rsidR="00371A7B">
              <w:t xml:space="preserve"> </w:t>
            </w:r>
            <w:r w:rsidR="00EC028D" w:rsidRPr="005E7E54">
              <w:t xml:space="preserve">nr </w:t>
            </w:r>
            <w:sdt>
              <w:sdtPr>
                <w:alias w:val="Registreerimisnumber"/>
                <w:tag w:val="RMReferenceCode"/>
                <w:id w:val="1889219399"/>
                <w:placeholder>
                  <w:docPart w:val="427CE42C46EC4A15A0CF1F59CA922DF7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ferenceCode[1]" w:storeItemID="{34F61C44-F470-4B56-AFA8-2038CF04135C}"/>
                <w:text/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[Registreerimisnumber]</w:t>
                </w:r>
              </w:sdtContent>
            </w:sdt>
          </w:p>
          <w:p w14:paraId="55942A0A" w14:textId="77777777" w:rsidR="003B2A9C" w:rsidRPr="001D4CFB" w:rsidRDefault="003B2A9C" w:rsidP="00371A7B">
            <w:pPr>
              <w:ind w:left="-425"/>
              <w:jc w:val="left"/>
            </w:pPr>
          </w:p>
        </w:tc>
      </w:tr>
    </w:tbl>
    <w:sdt>
      <w:sdtPr>
        <w:alias w:val="Tiitel"/>
        <w:tag w:val=""/>
        <w:id w:val="-621767140"/>
        <w:placeholder>
          <w:docPart w:val="F2F803D466A644A7B611A8826D03E02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5942A0F" w14:textId="40EB8981" w:rsidR="00A13FDE" w:rsidRDefault="00754845" w:rsidP="005C1827">
          <w:pPr>
            <w:pStyle w:val="Pealkiri1"/>
            <w:ind w:right="4251"/>
            <w:jc w:val="both"/>
          </w:pPr>
          <w:r>
            <w:t>Liikme nimetamine tuumaregulaatori loomise</w:t>
          </w:r>
          <w:r w:rsidR="001B4E37">
            <w:t xml:space="preserve"> </w:t>
          </w:r>
          <w:r>
            <w:t>töörühma</w:t>
          </w:r>
        </w:p>
      </w:sdtContent>
    </w:sdt>
    <w:p w14:paraId="01841083" w14:textId="77777777" w:rsidR="00754845" w:rsidRDefault="00754845" w:rsidP="00754845">
      <w:pPr>
        <w:spacing w:line="240" w:lineRule="auto"/>
      </w:pPr>
      <w:r w:rsidRPr="005C0785">
        <w:t>Tuginedes tuumaenergia töörühma 30.12.2023 avaldatud lõpparuandele, otsustas Riigikogu</w:t>
      </w:r>
      <w:r>
        <w:t xml:space="preserve"> </w:t>
      </w:r>
      <w:r w:rsidRPr="005C0785">
        <w:t xml:space="preserve">12.06.2024 </w:t>
      </w:r>
      <w:hyperlink r:id="rId11" w:history="1">
        <w:r w:rsidRPr="00A90A2A">
          <w:rPr>
            <w:rStyle w:val="Hperlink"/>
          </w:rPr>
          <w:t>toetada</w:t>
        </w:r>
      </w:hyperlink>
      <w:r w:rsidRPr="005C0785">
        <w:t xml:space="preserve"> Eestis tuumaenergia kasutuselevõtu ettevalmistamist ning selle jaoks sobiva</w:t>
      </w:r>
      <w:r>
        <w:t xml:space="preserve"> </w:t>
      </w:r>
      <w:r w:rsidRPr="005C0785">
        <w:t>õigusraamistiku loomist</w:t>
      </w:r>
      <w:r>
        <w:t xml:space="preserve"> (Riigikogu otsus „</w:t>
      </w:r>
      <w:r w:rsidRPr="00D5719A">
        <w:t>Tuumaenergia Eestis kasutuselevõtu toetamine</w:t>
      </w:r>
      <w:r>
        <w:t xml:space="preserve">“,  </w:t>
      </w:r>
      <w:r w:rsidRPr="00D5719A">
        <w:t>RT III, 15.06.2024, 3</w:t>
      </w:r>
      <w:r>
        <w:t>)</w:t>
      </w:r>
      <w:r w:rsidRPr="005C0785">
        <w:t>.</w:t>
      </w:r>
      <w:r>
        <w:t xml:space="preserve"> </w:t>
      </w:r>
      <w:r w:rsidRPr="005C0785">
        <w:t>Tuumaenergia kasutuselevõtu edasiste arutelude juhtimiseks ning võimaliku kasutuselevõtu</w:t>
      </w:r>
      <w:r>
        <w:t xml:space="preserve"> </w:t>
      </w:r>
      <w:r w:rsidRPr="005C0785">
        <w:t>ettevalmistamiseks moodusta</w:t>
      </w:r>
      <w:r>
        <w:t>ti 26. novembril kliimaministri käskkirjaga nr</w:t>
      </w:r>
      <w:r w:rsidRPr="001468BA">
        <w:t xml:space="preserve"> 1-2/24/470</w:t>
      </w:r>
      <w:r w:rsidRPr="005C0785">
        <w:t xml:space="preserve"> tuumaenergia juhtrühm.</w:t>
      </w:r>
      <w:r>
        <w:t xml:space="preserve"> Juhtrühma juurde</w:t>
      </w:r>
      <w:r w:rsidRPr="005C0785">
        <w:t xml:space="preserve"> moodustatakse </w:t>
      </w:r>
      <w:r>
        <w:t>Keskkonnaameti</w:t>
      </w:r>
      <w:r w:rsidRPr="005C0785">
        <w:t xml:space="preserve"> eestvedamisel tuuma</w:t>
      </w:r>
      <w:r>
        <w:t xml:space="preserve">regulaatori loomise töörühm, mille eesmärgiks on tuumaregulaatori loomiseks ettevalmistavate tegevuste teostamine. </w:t>
      </w:r>
    </w:p>
    <w:p w14:paraId="427A23F1" w14:textId="77777777" w:rsidR="00754845" w:rsidRDefault="00754845" w:rsidP="00754845">
      <w:pPr>
        <w:spacing w:line="240" w:lineRule="auto"/>
      </w:pPr>
    </w:p>
    <w:p w14:paraId="62C1B0C9" w14:textId="77777777" w:rsidR="00754845" w:rsidRDefault="00754845" w:rsidP="00754845">
      <w:pPr>
        <w:spacing w:line="240" w:lineRule="auto"/>
      </w:pPr>
      <w:r w:rsidRPr="005E3322">
        <w:t>Tuumaregulaator on sõltumatu asutus või valitsusorgan, kelle ülesandeks on tuumaohutuse, kiirguskaitse, tuumajulgeoleku ning tuumaenergia ja -materjalide ohutu kasutamise järelevalve. Regulaator tagab, et tuumarajatised ja -tegevused vastavad kehtivatele seadustele, määrustele ja ohutusstandarditele, kaitstes seeläbi inimesi ja keskkonda. Regulaatoril on õigus väljastada, muuta, peatada või tühistada lubasid, teostada inspekteerimisi ning nõuda vajalike parandusmeetmete rakendamist.</w:t>
      </w:r>
    </w:p>
    <w:p w14:paraId="3BA80B53" w14:textId="77777777" w:rsidR="00754845" w:rsidRDefault="00754845" w:rsidP="00754845">
      <w:pPr>
        <w:spacing w:line="240" w:lineRule="auto"/>
      </w:pPr>
    </w:p>
    <w:p w14:paraId="38C7561B" w14:textId="77777777" w:rsidR="00754845" w:rsidRDefault="00754845" w:rsidP="00754845">
      <w:pPr>
        <w:spacing w:line="240" w:lineRule="auto"/>
      </w:pPr>
      <w:r w:rsidRPr="005C0785">
        <w:t>Tuuma</w:t>
      </w:r>
      <w:r>
        <w:t>regulaatori loomise töö</w:t>
      </w:r>
      <w:r w:rsidRPr="005C0785">
        <w:t>rühm</w:t>
      </w:r>
      <w:r>
        <w:t xml:space="preserve">a peamised </w:t>
      </w:r>
      <w:r w:rsidRPr="005C0785">
        <w:t>ülesan</w:t>
      </w:r>
      <w:r>
        <w:t>ded</w:t>
      </w:r>
      <w:r w:rsidRPr="005C0785">
        <w:t xml:space="preserve"> on:</w:t>
      </w:r>
    </w:p>
    <w:p w14:paraId="523F1350" w14:textId="77777777" w:rsidR="00754845" w:rsidRDefault="00754845" w:rsidP="00754845">
      <w:pPr>
        <w:spacing w:line="240" w:lineRule="auto"/>
      </w:pPr>
      <w:r>
        <w:t xml:space="preserve">1) </w:t>
      </w:r>
      <w:r w:rsidRPr="00067AFF">
        <w:t>määrata tuumaregulaatori roll ja asukoht riiklikus juhtimis- ja järelevalvesüsteemis</w:t>
      </w:r>
      <w:r>
        <w:t>;</w:t>
      </w:r>
    </w:p>
    <w:p w14:paraId="58D4C52B" w14:textId="77777777" w:rsidR="00754845" w:rsidRDefault="00754845" w:rsidP="00754845">
      <w:pPr>
        <w:spacing w:line="240" w:lineRule="auto"/>
      </w:pPr>
      <w:r>
        <w:t>2) tuumaregulaatori juhtimis- ja  kvaliteedikäsiraamatu koostamine;</w:t>
      </w:r>
    </w:p>
    <w:p w14:paraId="759CEC0B" w14:textId="77777777" w:rsidR="00754845" w:rsidRDefault="00754845" w:rsidP="00754845">
      <w:pPr>
        <w:spacing w:line="240" w:lineRule="auto"/>
      </w:pPr>
      <w:r>
        <w:t>3) tuumaregulaatori värbamisplaani koostamine;</w:t>
      </w:r>
    </w:p>
    <w:p w14:paraId="201851A4" w14:textId="77777777" w:rsidR="00754845" w:rsidRDefault="00754845" w:rsidP="00754845">
      <w:pPr>
        <w:spacing w:line="240" w:lineRule="auto"/>
      </w:pPr>
      <w:r>
        <w:t>4) tuumaregulaatori eelarveprognoosi koostamine;</w:t>
      </w:r>
    </w:p>
    <w:p w14:paraId="6000CCEE" w14:textId="77777777" w:rsidR="00754845" w:rsidRDefault="00754845" w:rsidP="00754845">
      <w:pPr>
        <w:spacing w:line="240" w:lineRule="auto"/>
      </w:pPr>
      <w:r>
        <w:t>5) Vabariigi Valitsusele tuumaregulaatori loomise ettepaneku eelnõu koostamine.</w:t>
      </w:r>
    </w:p>
    <w:p w14:paraId="19C2A3D3" w14:textId="77777777" w:rsidR="00754845" w:rsidRDefault="00754845" w:rsidP="00754845">
      <w:pPr>
        <w:spacing w:line="240" w:lineRule="auto"/>
      </w:pPr>
    </w:p>
    <w:p w14:paraId="5B139591" w14:textId="77777777" w:rsidR="00754845" w:rsidRDefault="00754845" w:rsidP="00754845">
      <w:pPr>
        <w:spacing w:line="240" w:lineRule="auto"/>
      </w:pPr>
      <w:r>
        <w:t xml:space="preserve">Tuumaregulaatori loomise töörühm lähtub enda töös eelkõige tuumaenergia töörühma </w:t>
      </w:r>
      <w:hyperlink r:id="rId12" w:history="1">
        <w:r w:rsidRPr="00D5719A">
          <w:rPr>
            <w:rStyle w:val="Hperlink"/>
          </w:rPr>
          <w:t>lõpparuandest</w:t>
        </w:r>
      </w:hyperlink>
      <w:r>
        <w:t xml:space="preserve"> ning selle asjakohastest alusanalüüsidest (nt </w:t>
      </w:r>
      <w:r w:rsidRPr="00BA47E3">
        <w:t>„</w:t>
      </w:r>
      <w:hyperlink r:id="rId13" w:history="1">
        <w:r w:rsidRPr="00A90A2A">
          <w:rPr>
            <w:rStyle w:val="Hperlink"/>
          </w:rPr>
          <w:t>Tuumaenergia töörühmale inimressursside arendamise strateegia koostamine ja regulatiivse raamistiku kaardistamine</w:t>
        </w:r>
      </w:hyperlink>
      <w:r>
        <w:t xml:space="preserve">“), </w:t>
      </w:r>
      <w:r w:rsidRPr="00BA7AC6">
        <w:t xml:space="preserve">mis on leitavad </w:t>
      </w:r>
      <w:hyperlink r:id="rId14" w:history="1">
        <w:r w:rsidRPr="004507FA">
          <w:rPr>
            <w:rStyle w:val="Hperlink"/>
          </w:rPr>
          <w:t>Kliimaministeeriumi koduleheküljelt</w:t>
        </w:r>
      </w:hyperlink>
      <w:r>
        <w:t xml:space="preserve"> ning</w:t>
      </w:r>
      <w:r w:rsidRPr="00730E76">
        <w:t xml:space="preserve"> järgib Rahvusvahelise Aatomienergiaagentuuri väljaande </w:t>
      </w:r>
      <w:hyperlink r:id="rId15" w:history="1">
        <w:r w:rsidRPr="005E3322">
          <w:rPr>
            <w:rStyle w:val="Hperlink"/>
            <w:i/>
            <w:iCs/>
          </w:rPr>
          <w:t>Milestones in the Development of a National Infrastructure for Nuclear Power</w:t>
        </w:r>
      </w:hyperlink>
      <w:r w:rsidRPr="00730E76">
        <w:t xml:space="preserve"> peatükki 3.7 (</w:t>
      </w:r>
      <w:r w:rsidRPr="00125DCB">
        <w:rPr>
          <w:i/>
          <w:iCs/>
        </w:rPr>
        <w:t>Regulatory Framework</w:t>
      </w:r>
      <w:r w:rsidRPr="00730E76">
        <w:t>).</w:t>
      </w:r>
    </w:p>
    <w:p w14:paraId="3AB03EA2" w14:textId="77777777" w:rsidR="00754845" w:rsidRDefault="00754845" w:rsidP="00754845">
      <w:pPr>
        <w:spacing w:line="240" w:lineRule="auto"/>
      </w:pPr>
    </w:p>
    <w:p w14:paraId="165FB2E8" w14:textId="0959F1D8" w:rsidR="00754845" w:rsidRDefault="00754845" w:rsidP="00754845">
      <w:pPr>
        <w:spacing w:line="240" w:lineRule="auto"/>
      </w:pPr>
      <w:r>
        <w:t xml:space="preserve">Töörühm teeb igakülgset koostööd </w:t>
      </w:r>
      <w:r w:rsidRPr="009A1D8C">
        <w:t>juhtrühma juurde moodustatava</w:t>
      </w:r>
      <w:r>
        <w:t>te teiste töörühmadega (</w:t>
      </w:r>
      <w:r w:rsidRPr="009A1D8C">
        <w:t>õigusloome töörühm</w:t>
      </w:r>
      <w:r>
        <w:t xml:space="preserve">, </w:t>
      </w:r>
      <w:r w:rsidRPr="009A1D8C">
        <w:t>pädevuste arendamise töörühm</w:t>
      </w:r>
      <w:r>
        <w:t xml:space="preserve">), kaasab </w:t>
      </w:r>
      <w:r w:rsidRPr="001928AB">
        <w:t xml:space="preserve">vajadusel oma töösse eksperte (mh </w:t>
      </w:r>
      <w:r>
        <w:t xml:space="preserve">IAEA </w:t>
      </w:r>
      <w:r w:rsidRPr="001928AB">
        <w:t>konsultant</w:t>
      </w:r>
      <w:r w:rsidR="00BF7000">
        <w:t>e</w:t>
      </w:r>
      <w:r w:rsidRPr="001928AB">
        <w:t>)</w:t>
      </w:r>
      <w:r>
        <w:t xml:space="preserve">, hindab </w:t>
      </w:r>
      <w:r w:rsidRPr="001928AB">
        <w:t>eksperthinnangute, analüüside ja uuringute vajadus</w:t>
      </w:r>
      <w:r>
        <w:t xml:space="preserve">t ja </w:t>
      </w:r>
      <w:r>
        <w:lastRenderedPageBreak/>
        <w:t>korraldab nende</w:t>
      </w:r>
      <w:r w:rsidRPr="001928AB">
        <w:t xml:space="preserve"> tellimi</w:t>
      </w:r>
      <w:r>
        <w:t>se.</w:t>
      </w:r>
    </w:p>
    <w:p w14:paraId="705F30E4" w14:textId="77777777" w:rsidR="00754845" w:rsidRDefault="00754845" w:rsidP="00754845">
      <w:pPr>
        <w:spacing w:line="240" w:lineRule="auto"/>
      </w:pPr>
    </w:p>
    <w:p w14:paraId="0EE38707" w14:textId="2A0F63AB" w:rsidR="00754845" w:rsidRDefault="00754845" w:rsidP="00754845">
      <w:pPr>
        <w:spacing w:line="240" w:lineRule="auto"/>
      </w:pPr>
      <w:r>
        <w:t xml:space="preserve">Tuumaregulaator </w:t>
      </w:r>
      <w:r w:rsidRPr="0064680F">
        <w:t>peaks juhtrühma kinnitatud ajakava</w:t>
      </w:r>
      <w:r>
        <w:t xml:space="preserve"> kohaselt tööd alustama 1. jaanuar 2027. </w:t>
      </w:r>
      <w:r w:rsidRPr="005C0785">
        <w:t>Tuuma</w:t>
      </w:r>
      <w:r>
        <w:t>regulaatori loomise töö</w:t>
      </w:r>
      <w:r w:rsidRPr="005C0785">
        <w:t>rühm</w:t>
      </w:r>
      <w:r>
        <w:t xml:space="preserve"> lähtub oma tegevustes järgmistest tähtaegadest:</w:t>
      </w:r>
    </w:p>
    <w:p w14:paraId="49BFD61C" w14:textId="77777777" w:rsidR="00754845" w:rsidRDefault="00754845" w:rsidP="00754845">
      <w:pPr>
        <w:spacing w:line="240" w:lineRule="auto"/>
      </w:pPr>
      <w:r>
        <w:t>1) töörühma tegevuse alustamine: jaanuar 2025;</w:t>
      </w:r>
    </w:p>
    <w:p w14:paraId="5F85BD59" w14:textId="4BC92C56" w:rsidR="00754845" w:rsidRDefault="00754845" w:rsidP="00754845">
      <w:pPr>
        <w:spacing w:line="240" w:lineRule="auto"/>
      </w:pPr>
      <w:r>
        <w:t>2) kokkuvõtva raporti esitamine tuumaenergia juhtrühmale heakskiitmiseks: 31. detsember 2025</w:t>
      </w:r>
      <w:r w:rsidR="00310F97">
        <w:t>.</w:t>
      </w:r>
    </w:p>
    <w:p w14:paraId="28BDDC9F" w14:textId="77777777" w:rsidR="00754845" w:rsidRDefault="00754845" w:rsidP="00754845">
      <w:pPr>
        <w:spacing w:line="240" w:lineRule="auto"/>
      </w:pPr>
    </w:p>
    <w:p w14:paraId="16C578B6" w14:textId="77777777" w:rsidR="00754845" w:rsidRDefault="00754845" w:rsidP="00754845">
      <w:pPr>
        <w:spacing w:line="240" w:lineRule="auto"/>
      </w:pPr>
      <w:r>
        <w:t>Töörühma</w:t>
      </w:r>
      <w:r w:rsidRPr="00730E76">
        <w:t xml:space="preserve"> täpsemad ülesanded ja tähtajad määratakse </w:t>
      </w:r>
      <w:r>
        <w:t xml:space="preserve">töörühma </w:t>
      </w:r>
      <w:r w:rsidRPr="00730E76">
        <w:t>töökorralduses</w:t>
      </w:r>
      <w:r>
        <w:t>, mis võetakse vastu töörühma esimesel kohtumisel konsensusliku otsusena.</w:t>
      </w:r>
    </w:p>
    <w:p w14:paraId="30B49364" w14:textId="77777777" w:rsidR="00754845" w:rsidRDefault="00754845" w:rsidP="00754845">
      <w:pPr>
        <w:spacing w:line="240" w:lineRule="auto"/>
      </w:pPr>
    </w:p>
    <w:p w14:paraId="1A8742CA" w14:textId="77777777" w:rsidR="00754845" w:rsidRDefault="00754845" w:rsidP="00754845">
      <w:pPr>
        <w:spacing w:line="240" w:lineRule="auto"/>
      </w:pPr>
      <w:r w:rsidRPr="005C0785">
        <w:t xml:space="preserve">Palume Teil </w:t>
      </w:r>
      <w:r>
        <w:t>nimetada</w:t>
      </w:r>
      <w:r w:rsidRPr="005C0785">
        <w:t xml:space="preserve"> tuuma</w:t>
      </w:r>
      <w:r>
        <w:t>regulaatori loomise töörühma</w:t>
      </w:r>
      <w:r w:rsidRPr="005C0785">
        <w:t xml:space="preserve"> </w:t>
      </w:r>
      <w:r>
        <w:t xml:space="preserve">oma asutuse esindaja(d) hiljemalt  08.01.2025. Küsimuste korral palun pöörduge kliima- ja kiirgusosakonna juhataja Monika Lepassoni poole (e-post: </w:t>
      </w:r>
      <w:hyperlink r:id="rId16" w:history="1">
        <w:r w:rsidRPr="00C14C44">
          <w:rPr>
            <w:rStyle w:val="Hperlink"/>
          </w:rPr>
          <w:t>monika.lepasson@keskkonnaamet.ee</w:t>
        </w:r>
      </w:hyperlink>
      <w:r>
        <w:t xml:space="preserve">, telefon: 5664 2976). </w:t>
      </w:r>
    </w:p>
    <w:p w14:paraId="55942A11" w14:textId="77777777" w:rsidR="00A13FDE" w:rsidRDefault="00A13FDE" w:rsidP="00B7532F">
      <w:pPr>
        <w:pStyle w:val="Snum"/>
      </w:pPr>
    </w:p>
    <w:p w14:paraId="55942A19" w14:textId="77777777" w:rsidR="00432E04" w:rsidRDefault="00432E04" w:rsidP="00B7532F">
      <w:pPr>
        <w:pStyle w:val="Snum"/>
      </w:pPr>
    </w:p>
    <w:p w14:paraId="55942A1A" w14:textId="77777777" w:rsidR="00A13FDE" w:rsidRDefault="00A13FDE" w:rsidP="00B7532F">
      <w:pPr>
        <w:pStyle w:val="Snum"/>
      </w:pPr>
      <w:r>
        <w:t>Lugupidamisega</w:t>
      </w:r>
    </w:p>
    <w:p w14:paraId="55942A1B" w14:textId="77777777" w:rsidR="00A13FDE" w:rsidRDefault="00A13FDE" w:rsidP="00B7532F">
      <w:pPr>
        <w:pStyle w:val="Snum"/>
      </w:pPr>
    </w:p>
    <w:p w14:paraId="55942A1C" w14:textId="77777777" w:rsidR="00A13FDE" w:rsidRDefault="00A13FDE" w:rsidP="00B7532F">
      <w:pPr>
        <w:pStyle w:val="Snum"/>
      </w:pPr>
    </w:p>
    <w:p w14:paraId="55942A1E" w14:textId="3BBA8011" w:rsidR="00262E94" w:rsidRDefault="00A13FDE" w:rsidP="00B7532F">
      <w:pPr>
        <w:pStyle w:val="Snum"/>
      </w:pPr>
      <w:r w:rsidRPr="00B7532F">
        <w:t>(</w:t>
      </w:r>
      <w:r w:rsidR="00432E04" w:rsidRPr="00B7532F">
        <w:t>allkir</w:t>
      </w:r>
      <w:r w:rsidR="00EC028D" w:rsidRPr="00B7532F">
        <w:t>jastatud digitaalselt</w:t>
      </w:r>
      <w:r w:rsidRPr="00B7532F">
        <w:t>)</w:t>
      </w:r>
    </w:p>
    <w:sdt>
      <w:sdtPr>
        <w:alias w:val="Allkirjastaja"/>
        <w:tag w:val="Allkirjastaja"/>
        <w:id w:val="462849339"/>
        <w:placeholder>
          <w:docPart w:val="FD480E15157246DF89DB7B882F34C56E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[1]" w:storeItemID="{34F61C44-F470-4B56-AFA8-2038CF04135C}"/>
        <w:text/>
      </w:sdtPr>
      <w:sdtEndPr/>
      <w:sdtContent>
        <w:p w14:paraId="4482948D" w14:textId="7C2300E4" w:rsidR="002D64AB" w:rsidRDefault="00754845" w:rsidP="00B7532F">
          <w:pPr>
            <w:pStyle w:val="Snum"/>
          </w:pPr>
          <w:r>
            <w:t>Rainer Vakra</w:t>
          </w:r>
        </w:p>
      </w:sdtContent>
    </w:sdt>
    <w:sdt>
      <w:sdtPr>
        <w:alias w:val="Allkirjastaja amet/roll"/>
        <w:tag w:val="Allkirjastaja_x0020_amet_x002F_roll"/>
        <w:id w:val="-1820263489"/>
        <w:placeholder>
          <w:docPart w:val="C12909BDBA28456E80421B97920BBC28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_x0020_amet_x002F_roll[1]" w:storeItemID="{34F61C44-F470-4B56-AFA8-2038CF04135C}"/>
        <w:text/>
      </w:sdtPr>
      <w:sdtEndPr/>
      <w:sdtContent>
        <w:p w14:paraId="3A716D7D" w14:textId="61B67A8D" w:rsidR="002D64AB" w:rsidRDefault="00754845" w:rsidP="00B7532F">
          <w:pPr>
            <w:pStyle w:val="Snum"/>
          </w:pPr>
          <w:r>
            <w:t>peadirektor</w:t>
          </w:r>
        </w:p>
      </w:sdtContent>
    </w:sdt>
    <w:p w14:paraId="55942A21" w14:textId="29B8DE21" w:rsidR="00432E04" w:rsidRDefault="00432E04" w:rsidP="00B7532F">
      <w:pPr>
        <w:pStyle w:val="Snum"/>
      </w:pPr>
    </w:p>
    <w:p w14:paraId="13D16C95" w14:textId="77777777" w:rsidR="00A13FDE" w:rsidRDefault="00A13FDE" w:rsidP="00B7532F">
      <w:pPr>
        <w:pStyle w:val="Snum"/>
      </w:pPr>
    </w:p>
    <w:p w14:paraId="55942A2A" w14:textId="77777777" w:rsidR="00A13FDE" w:rsidRDefault="00A13FDE" w:rsidP="00B7532F">
      <w:pPr>
        <w:pStyle w:val="Snum"/>
      </w:pPr>
    </w:p>
    <w:p w14:paraId="55942A2B" w14:textId="77777777" w:rsidR="00432E04" w:rsidRDefault="00432E04" w:rsidP="00B7532F">
      <w:pPr>
        <w:pStyle w:val="Snum"/>
      </w:pPr>
    </w:p>
    <w:p w14:paraId="4E0739DD" w14:textId="77777777" w:rsidR="0040665C" w:rsidRDefault="0040665C" w:rsidP="00B7532F">
      <w:pPr>
        <w:pStyle w:val="Snum"/>
      </w:pPr>
    </w:p>
    <w:p w14:paraId="0643AC3B" w14:textId="77777777" w:rsidR="0040665C" w:rsidRDefault="0040665C" w:rsidP="00B7532F">
      <w:pPr>
        <w:pStyle w:val="Snum"/>
      </w:pPr>
    </w:p>
    <w:p w14:paraId="6D32F7D9" w14:textId="77777777" w:rsidR="0040665C" w:rsidRDefault="0040665C" w:rsidP="00B7532F">
      <w:pPr>
        <w:pStyle w:val="Snum"/>
      </w:pPr>
    </w:p>
    <w:p w14:paraId="575B244F" w14:textId="77777777" w:rsidR="0040665C" w:rsidRDefault="0040665C" w:rsidP="00B7532F">
      <w:pPr>
        <w:pStyle w:val="Snum"/>
      </w:pPr>
    </w:p>
    <w:p w14:paraId="5E8CDADE" w14:textId="77777777" w:rsidR="0040665C" w:rsidRDefault="0040665C" w:rsidP="00B7532F">
      <w:pPr>
        <w:pStyle w:val="Snum"/>
      </w:pPr>
    </w:p>
    <w:p w14:paraId="5CB54D44" w14:textId="77777777" w:rsidR="0040665C" w:rsidRDefault="0040665C" w:rsidP="00B7532F">
      <w:pPr>
        <w:pStyle w:val="Snum"/>
      </w:pPr>
    </w:p>
    <w:p w14:paraId="326202A5" w14:textId="77777777" w:rsidR="0040665C" w:rsidRDefault="0040665C" w:rsidP="00B7532F">
      <w:pPr>
        <w:pStyle w:val="Snum"/>
      </w:pPr>
    </w:p>
    <w:p w14:paraId="750C3EB8" w14:textId="77777777" w:rsidR="0040665C" w:rsidRDefault="0040665C" w:rsidP="00B7532F">
      <w:pPr>
        <w:pStyle w:val="Snum"/>
      </w:pPr>
    </w:p>
    <w:p w14:paraId="55942A2C" w14:textId="77777777" w:rsidR="00432E04" w:rsidRDefault="00432E04" w:rsidP="00B7532F">
      <w:pPr>
        <w:pStyle w:val="Snum"/>
      </w:pPr>
    </w:p>
    <w:p w14:paraId="55942A2D" w14:textId="77777777" w:rsidR="00432E04" w:rsidRDefault="00432E04" w:rsidP="00B7532F">
      <w:pPr>
        <w:pStyle w:val="Snum"/>
      </w:pPr>
    </w:p>
    <w:p w14:paraId="55942A2E" w14:textId="5A9F9162" w:rsidR="00A13FDE" w:rsidRDefault="005A4B1B" w:rsidP="00B7532F">
      <w:pPr>
        <w:pStyle w:val="Snum"/>
      </w:pPr>
      <w:sdt>
        <w:sdtPr>
          <w:alias w:val="Koostaja"/>
          <w:tag w:val="Koostaja"/>
          <w:id w:val="-29039081"/>
          <w:placeholder>
            <w:docPart w:val="4AF4A0E61C8D4F18987F1806F99F0798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[1]" w:storeItemID="{34F61C44-F470-4B56-AFA8-2038CF04135C}"/>
          <w:text/>
        </w:sdtPr>
        <w:sdtEndPr/>
        <w:sdtContent>
          <w:r w:rsidR="00754845">
            <w:t>Monika Lepasson</w:t>
          </w:r>
        </w:sdtContent>
      </w:sdt>
      <w:r w:rsidR="002D64AB">
        <w:t xml:space="preserve"> </w:t>
      </w:r>
      <w:sdt>
        <w:sdtPr>
          <w:alias w:val="Koostaja telefon"/>
          <w:tag w:val="Koostaja_x0020_telefon"/>
          <w:id w:val="-374996043"/>
          <w:lock w:val="sdtLocked"/>
          <w:placeholder>
            <w:docPart w:val="47841251E5104CCC9C4F1E5F144E8F5C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telefon[1]" w:storeItemID="{34F61C44-F470-4B56-AFA8-2038CF04135C}"/>
          <w:text/>
        </w:sdtPr>
        <w:sdtEndPr/>
        <w:sdtContent>
          <w:r w:rsidR="00754845">
            <w:t>5664</w:t>
          </w:r>
          <w:r w:rsidR="00BF7000">
            <w:t xml:space="preserve"> </w:t>
          </w:r>
          <w:r w:rsidR="00754845">
            <w:t>2976</w:t>
          </w:r>
        </w:sdtContent>
      </w:sdt>
    </w:p>
    <w:sdt>
      <w:sdtPr>
        <w:alias w:val="Koostaja e-post"/>
        <w:tag w:val="Koostaja_x0020_e-post"/>
        <w:id w:val="665976164"/>
        <w:lock w:val="sdtLocked"/>
        <w:placeholder>
          <w:docPart w:val="C9FD15C223D44A72BCD1434EE9CAE234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e-post[1]" w:storeItemID="{34F61C44-F470-4B56-AFA8-2038CF04135C}"/>
        <w:text/>
      </w:sdtPr>
      <w:sdtEndPr/>
      <w:sdtContent>
        <w:p w14:paraId="55942A2F" w14:textId="5E72ACAB" w:rsidR="00BD078E" w:rsidRPr="00BD078E" w:rsidRDefault="00754845" w:rsidP="00B7532F">
          <w:pPr>
            <w:pStyle w:val="Snum"/>
          </w:pPr>
          <w:r>
            <w:t>monika.lepasson@keskkonnaamet.ee</w:t>
          </w:r>
        </w:p>
      </w:sdtContent>
    </w:sdt>
    <w:sectPr w:rsidR="00BD078E" w:rsidRPr="00BD078E" w:rsidSect="00EC028D">
      <w:footerReference w:type="default" r:id="rId17"/>
      <w:footerReference w:type="first" r:id="rId18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42A34" w14:textId="77777777" w:rsidR="00027F5D" w:rsidRDefault="00027F5D" w:rsidP="00DF44DF">
      <w:r>
        <w:separator/>
      </w:r>
    </w:p>
  </w:endnote>
  <w:endnote w:type="continuationSeparator" w:id="0">
    <w:p w14:paraId="55942A35" w14:textId="77777777" w:rsidR="00027F5D" w:rsidRDefault="00027F5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98098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FA2312" w14:textId="4E59B28C" w:rsidR="00455C04" w:rsidRDefault="00455C04">
            <w:pPr>
              <w:pStyle w:val="Jalus"/>
              <w:jc w:val="center"/>
            </w:pPr>
            <w:r w:rsidRPr="00455C04">
              <w:t xml:space="preserve"> 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PAGE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E286A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 w:rsidRPr="00455C04">
              <w:t xml:space="preserve"> </w:t>
            </w:r>
            <w:r>
              <w:t>(</w:t>
            </w:r>
            <w:r w:rsidRPr="00455C04">
              <w:rPr>
                <w:bCs/>
                <w:szCs w:val="24"/>
              </w:rPr>
              <w:fldChar w:fldCharType="begin"/>
            </w:r>
            <w:r w:rsidRPr="00455C04">
              <w:rPr>
                <w:bCs/>
              </w:rPr>
              <w:instrText>NUMPAGES</w:instrText>
            </w:r>
            <w:r w:rsidRPr="00455C04">
              <w:rPr>
                <w:bCs/>
                <w:szCs w:val="24"/>
              </w:rPr>
              <w:fldChar w:fldCharType="separate"/>
            </w:r>
            <w:r w:rsidR="001E286A">
              <w:rPr>
                <w:bCs/>
                <w:noProof/>
              </w:rPr>
              <w:t>2</w:t>
            </w:r>
            <w:r w:rsidRPr="00455C04"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42A37" w14:textId="55DE3FCB" w:rsidR="00432E04" w:rsidRDefault="00152FAD" w:rsidP="00432E04">
    <w:pPr>
      <w:pStyle w:val="Jalus1"/>
    </w:pPr>
    <w:r>
      <w:t xml:space="preserve">Roheline 64 </w:t>
    </w:r>
    <w:r w:rsidRPr="00B9503E">
      <w:t xml:space="preserve">/ </w:t>
    </w:r>
    <w:r>
      <w:t>80010</w:t>
    </w:r>
    <w:r w:rsidRPr="00B9503E">
      <w:t xml:space="preserve"> </w:t>
    </w:r>
    <w:r>
      <w:t>Pärnu</w:t>
    </w:r>
    <w:r w:rsidRPr="00B9503E">
      <w:t xml:space="preserve"> </w:t>
    </w:r>
    <w:r w:rsidR="00193D59">
      <w:t>linn</w:t>
    </w:r>
    <w:r w:rsidRPr="00B9503E">
      <w:t>/ Tel 6</w:t>
    </w:r>
    <w:r>
      <w:t>62</w:t>
    </w:r>
    <w:r w:rsidRPr="00B9503E">
      <w:t xml:space="preserve"> </w:t>
    </w:r>
    <w:r>
      <w:t>5999</w:t>
    </w:r>
    <w:r w:rsidRPr="00B9503E">
      <w:t xml:space="preserve"> </w:t>
    </w:r>
    <w:r w:rsidR="00432E04" w:rsidRPr="00B9503E">
      <w:t>/ e-post: info@keskkonnaamet.ee / www.keskkonnaamet.ee / Registrikood 70008658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42A32" w14:textId="77777777" w:rsidR="00027F5D" w:rsidRDefault="00027F5D" w:rsidP="00DF44DF">
      <w:r>
        <w:separator/>
      </w:r>
    </w:p>
  </w:footnote>
  <w:footnote w:type="continuationSeparator" w:id="0">
    <w:p w14:paraId="55942A33" w14:textId="77777777" w:rsidR="00027F5D" w:rsidRDefault="00027F5D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7F5D"/>
    <w:rsid w:val="000346C8"/>
    <w:rsid w:val="000457B8"/>
    <w:rsid w:val="00060947"/>
    <w:rsid w:val="000913FC"/>
    <w:rsid w:val="000A17B5"/>
    <w:rsid w:val="000E7213"/>
    <w:rsid w:val="00124999"/>
    <w:rsid w:val="0014147A"/>
    <w:rsid w:val="001523BD"/>
    <w:rsid w:val="00152FAD"/>
    <w:rsid w:val="00193D59"/>
    <w:rsid w:val="001A2645"/>
    <w:rsid w:val="001A3584"/>
    <w:rsid w:val="001A7D04"/>
    <w:rsid w:val="001B4E37"/>
    <w:rsid w:val="001D4CFB"/>
    <w:rsid w:val="001E286A"/>
    <w:rsid w:val="002008A2"/>
    <w:rsid w:val="00227A79"/>
    <w:rsid w:val="00262E94"/>
    <w:rsid w:val="002835BB"/>
    <w:rsid w:val="00293449"/>
    <w:rsid w:val="002A1042"/>
    <w:rsid w:val="002D64AB"/>
    <w:rsid w:val="002E66BD"/>
    <w:rsid w:val="002E6BA6"/>
    <w:rsid w:val="002E7ED5"/>
    <w:rsid w:val="002F254F"/>
    <w:rsid w:val="00310F97"/>
    <w:rsid w:val="00320179"/>
    <w:rsid w:val="00341E47"/>
    <w:rsid w:val="0034404F"/>
    <w:rsid w:val="0034719C"/>
    <w:rsid w:val="00354059"/>
    <w:rsid w:val="00371A7B"/>
    <w:rsid w:val="00394DCB"/>
    <w:rsid w:val="003A4242"/>
    <w:rsid w:val="003B2A9C"/>
    <w:rsid w:val="00402EC8"/>
    <w:rsid w:val="0040665C"/>
    <w:rsid w:val="00432E04"/>
    <w:rsid w:val="0043569D"/>
    <w:rsid w:val="00435A13"/>
    <w:rsid w:val="0044084D"/>
    <w:rsid w:val="00455C04"/>
    <w:rsid w:val="004A0ADD"/>
    <w:rsid w:val="004B785D"/>
    <w:rsid w:val="004C1391"/>
    <w:rsid w:val="004F298B"/>
    <w:rsid w:val="00546204"/>
    <w:rsid w:val="00551E24"/>
    <w:rsid w:val="00557534"/>
    <w:rsid w:val="00560A92"/>
    <w:rsid w:val="00564569"/>
    <w:rsid w:val="005A4B1B"/>
    <w:rsid w:val="005A5140"/>
    <w:rsid w:val="005B5CE1"/>
    <w:rsid w:val="005C1827"/>
    <w:rsid w:val="005E3AED"/>
    <w:rsid w:val="005E45BB"/>
    <w:rsid w:val="005E7E54"/>
    <w:rsid w:val="00602834"/>
    <w:rsid w:val="006151D9"/>
    <w:rsid w:val="00680609"/>
    <w:rsid w:val="00686A7C"/>
    <w:rsid w:val="006A01AC"/>
    <w:rsid w:val="006B118C"/>
    <w:rsid w:val="006B3A4C"/>
    <w:rsid w:val="006E16BD"/>
    <w:rsid w:val="006F3BB9"/>
    <w:rsid w:val="006F72D7"/>
    <w:rsid w:val="007056E1"/>
    <w:rsid w:val="00713327"/>
    <w:rsid w:val="00754845"/>
    <w:rsid w:val="0075695A"/>
    <w:rsid w:val="007A1DE8"/>
    <w:rsid w:val="007D54FC"/>
    <w:rsid w:val="00835858"/>
    <w:rsid w:val="008919F2"/>
    <w:rsid w:val="008B041F"/>
    <w:rsid w:val="008D4634"/>
    <w:rsid w:val="008D5DCB"/>
    <w:rsid w:val="008F0B50"/>
    <w:rsid w:val="00901FB6"/>
    <w:rsid w:val="0090694F"/>
    <w:rsid w:val="0091786B"/>
    <w:rsid w:val="00922CF3"/>
    <w:rsid w:val="009370A4"/>
    <w:rsid w:val="009A3A7C"/>
    <w:rsid w:val="009A5AD5"/>
    <w:rsid w:val="009B157B"/>
    <w:rsid w:val="009E7F4A"/>
    <w:rsid w:val="00A03237"/>
    <w:rsid w:val="00A10E66"/>
    <w:rsid w:val="00A1244E"/>
    <w:rsid w:val="00A13FDE"/>
    <w:rsid w:val="00A23833"/>
    <w:rsid w:val="00A30A04"/>
    <w:rsid w:val="00A77BF6"/>
    <w:rsid w:val="00A86023"/>
    <w:rsid w:val="00A92042"/>
    <w:rsid w:val="00AC4752"/>
    <w:rsid w:val="00AD2EA7"/>
    <w:rsid w:val="00AE02A8"/>
    <w:rsid w:val="00B262BC"/>
    <w:rsid w:val="00B7532F"/>
    <w:rsid w:val="00B9503E"/>
    <w:rsid w:val="00BA2A06"/>
    <w:rsid w:val="00BB0136"/>
    <w:rsid w:val="00BC1A62"/>
    <w:rsid w:val="00BD078E"/>
    <w:rsid w:val="00BD3CCF"/>
    <w:rsid w:val="00BE0CC9"/>
    <w:rsid w:val="00BF4D7C"/>
    <w:rsid w:val="00BF7000"/>
    <w:rsid w:val="00C24F66"/>
    <w:rsid w:val="00C27B07"/>
    <w:rsid w:val="00C41FC5"/>
    <w:rsid w:val="00C64F05"/>
    <w:rsid w:val="00C83346"/>
    <w:rsid w:val="00CA583B"/>
    <w:rsid w:val="00CA5F0B"/>
    <w:rsid w:val="00CF2B77"/>
    <w:rsid w:val="00CF4303"/>
    <w:rsid w:val="00CF725A"/>
    <w:rsid w:val="00D26304"/>
    <w:rsid w:val="00D346E5"/>
    <w:rsid w:val="00D40650"/>
    <w:rsid w:val="00DF44DF"/>
    <w:rsid w:val="00DF6F9A"/>
    <w:rsid w:val="00E023F6"/>
    <w:rsid w:val="00E03DBB"/>
    <w:rsid w:val="00E663AE"/>
    <w:rsid w:val="00EA66F7"/>
    <w:rsid w:val="00EC028D"/>
    <w:rsid w:val="00F176ED"/>
    <w:rsid w:val="00F24611"/>
    <w:rsid w:val="00F3446C"/>
    <w:rsid w:val="00F44354"/>
    <w:rsid w:val="00F702F6"/>
    <w:rsid w:val="00F9645B"/>
    <w:rsid w:val="00F9773D"/>
    <w:rsid w:val="00FA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429FF"/>
  <w14:defaultImageDpi w14:val="0"/>
  <w15:docId w15:val="{D9990FF4-C604-4AAF-9567-C8379A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432E04"/>
    <w:pPr>
      <w:widowControl w:val="0"/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341E47"/>
    <w:pPr>
      <w:tabs>
        <w:tab w:val="left" w:pos="5387"/>
      </w:tabs>
      <w:spacing w:after="560"/>
      <w:ind w:right="3968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B7532F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Kohatitetekst">
    <w:name w:val="Placeholder Text"/>
    <w:basedOn w:val="Liguvaikefont"/>
    <w:uiPriority w:val="99"/>
    <w:semiHidden/>
    <w:rsid w:val="00371A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kliimaministeerium.ee/sites/default/files/documents/2023-07/Tuumaenergia%20t%C3%B6%C3%B6r%C3%BChmale%20inimressursside%20arendamise%20strateegia%20koostamine%20ja%20regulatiivse%20raamistiku%20kaardistamine%20%282%29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kliimaministeerium.ee/sites/default/files/documents/2023-12/Tuumaenergia%20t%C3%B6%C3%B6r%C3%BChma%20l%C3%B5pparuanne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monika.lepasson@keskkonnaamet.ee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riigiteataja.ee/akt/315062024003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-pub.iaea.org/MTCD/Publications/PDF/PUB2073_web.pdf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kliimaministeerium.ee/elurikkus-keskkonnakaitse/kiirgus/tuumaenergia-tooruh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910170291\AppData\Roaming\Microsoft\Mallid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21CD45A0D7B496BB72E03BE28EEBD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AD14C5-0A73-4849-997A-EA35D072A5DA}"/>
      </w:docPartPr>
      <w:docPartBody>
        <w:p w:rsidR="0049790E" w:rsidRDefault="00FB5187" w:rsidP="00FB5187">
          <w:pPr>
            <w:pStyle w:val="421CD45A0D7B496BB72E03BE28EEBD1F"/>
          </w:pPr>
          <w:r w:rsidRPr="004B6E3E">
            <w:rPr>
              <w:rStyle w:val="Kohatitetekst"/>
            </w:rPr>
            <w:t>[Asutus]</w:t>
          </w:r>
        </w:p>
      </w:docPartBody>
    </w:docPart>
    <w:docPart>
      <w:docPartPr>
        <w:name w:val="D726FD2301C84C08B460F3731620D3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1887A2-AA90-4F09-A866-8A65A9FD662E}"/>
      </w:docPartPr>
      <w:docPartBody>
        <w:p w:rsidR="0049790E" w:rsidRDefault="00FB5187" w:rsidP="00FB5187">
          <w:pPr>
            <w:pStyle w:val="D726FD2301C84C08B460F3731620D30F"/>
          </w:pPr>
          <w:r w:rsidRPr="004B6E3E">
            <w:rPr>
              <w:rStyle w:val="Kohatitetekst"/>
            </w:rPr>
            <w:t>[Registreerimise kuupäev]</w:t>
          </w:r>
        </w:p>
      </w:docPartBody>
    </w:docPart>
    <w:docPart>
      <w:docPartPr>
        <w:name w:val="427CE42C46EC4A15A0CF1F59CA922D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47F961-34F4-4536-B06F-6022FAF4603B}"/>
      </w:docPartPr>
      <w:docPartBody>
        <w:p w:rsidR="0049790E" w:rsidRDefault="00FB5187" w:rsidP="00FB5187">
          <w:pPr>
            <w:pStyle w:val="427CE42C46EC4A15A0CF1F59CA922DF7"/>
          </w:pPr>
          <w:r w:rsidRPr="004B6E3E">
            <w:rPr>
              <w:rStyle w:val="Kohatitetekst"/>
            </w:rPr>
            <w:t>[Registreerimisnumber]</w:t>
          </w:r>
        </w:p>
      </w:docPartBody>
    </w:docPart>
    <w:docPart>
      <w:docPartPr>
        <w:name w:val="F2F803D466A644A7B611A8826D03E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40103A-C603-4F2B-8CE5-D87E76814816}"/>
      </w:docPartPr>
      <w:docPartBody>
        <w:p w:rsidR="0049790E" w:rsidRDefault="00FB5187" w:rsidP="00FB5187">
          <w:pPr>
            <w:pStyle w:val="F2F803D466A644A7B611A8826D03E022"/>
          </w:pPr>
          <w:r w:rsidRPr="004B6E3E">
            <w:rPr>
              <w:rStyle w:val="Kohatitetekst"/>
            </w:rPr>
            <w:t>[Tiitel]</w:t>
          </w:r>
        </w:p>
      </w:docPartBody>
    </w:docPart>
    <w:docPart>
      <w:docPartPr>
        <w:name w:val="C12909BDBA28456E80421B97920BBC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D29CE9-8E17-472F-9803-F9356C262BED}"/>
      </w:docPartPr>
      <w:docPartBody>
        <w:p w:rsidR="0049790E" w:rsidRDefault="00FB5187">
          <w:r w:rsidRPr="004B6E3E">
            <w:rPr>
              <w:rStyle w:val="Kohatitetekst"/>
            </w:rPr>
            <w:t>[Allkirjastaja amet/roll]</w:t>
          </w:r>
        </w:p>
      </w:docPartBody>
    </w:docPart>
    <w:docPart>
      <w:docPartPr>
        <w:name w:val="4AF4A0E61C8D4F18987F1806F99F07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909B67-74F9-4C8F-9554-A3164A81484C}"/>
      </w:docPartPr>
      <w:docPartBody>
        <w:p w:rsidR="0049790E" w:rsidRDefault="00FB5187">
          <w:r w:rsidRPr="004B6E3E">
            <w:rPr>
              <w:rStyle w:val="Kohatitetekst"/>
            </w:rPr>
            <w:t>[Koostaja]</w:t>
          </w:r>
        </w:p>
      </w:docPartBody>
    </w:docPart>
    <w:docPart>
      <w:docPartPr>
        <w:name w:val="47841251E5104CCC9C4F1E5F144E8F5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176105-CA2E-4777-A23C-01D0861046F4}"/>
      </w:docPartPr>
      <w:docPartBody>
        <w:p w:rsidR="0049790E" w:rsidRDefault="00FB5187">
          <w:r w:rsidRPr="004B6E3E">
            <w:rPr>
              <w:rStyle w:val="Kohatitetekst"/>
            </w:rPr>
            <w:t>[Koostaja telefon]</w:t>
          </w:r>
        </w:p>
      </w:docPartBody>
    </w:docPart>
    <w:docPart>
      <w:docPartPr>
        <w:name w:val="C9FD15C223D44A72BCD1434EE9CAE2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199548-8C34-465B-B6AE-59A8536CFC3E}"/>
      </w:docPartPr>
      <w:docPartBody>
        <w:p w:rsidR="0049790E" w:rsidRDefault="00FB5187">
          <w:r w:rsidRPr="004B6E3E">
            <w:rPr>
              <w:rStyle w:val="Kohatitetekst"/>
            </w:rPr>
            <w:t>[Koostaja e-post]</w:t>
          </w:r>
        </w:p>
      </w:docPartBody>
    </w:docPart>
    <w:docPart>
      <w:docPartPr>
        <w:name w:val="FD480E15157246DF89DB7B882F34C56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3D98B4E-AD4F-458D-9FF3-07230FF22A0C}"/>
      </w:docPartPr>
      <w:docPartBody>
        <w:p w:rsidR="00072726" w:rsidRDefault="000059E8">
          <w:r w:rsidRPr="00636FAF">
            <w:rPr>
              <w:rStyle w:val="Kohatitetekst"/>
            </w:rPr>
            <w:t>[Allkirjastaja]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187"/>
    <w:rsid w:val="000059E8"/>
    <w:rsid w:val="00072726"/>
    <w:rsid w:val="0014147A"/>
    <w:rsid w:val="001F74AD"/>
    <w:rsid w:val="00320179"/>
    <w:rsid w:val="0049790E"/>
    <w:rsid w:val="00901FB6"/>
    <w:rsid w:val="00A92042"/>
    <w:rsid w:val="00C64F05"/>
    <w:rsid w:val="00F176ED"/>
    <w:rsid w:val="00F24611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F74AD"/>
    <w:rPr>
      <w:color w:val="808080"/>
    </w:rPr>
  </w:style>
  <w:style w:type="paragraph" w:customStyle="1" w:styleId="421CD45A0D7B496BB72E03BE28EEBD1F">
    <w:name w:val="421CD45A0D7B496BB72E03BE28EEBD1F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D726FD2301C84C08B460F3731620D30F">
    <w:name w:val="D726FD2301C84C08B460F3731620D30F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427CE42C46EC4A15A0CF1F59CA922DF7">
    <w:name w:val="427CE42C46EC4A15A0CF1F59CA922DF7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F2F803D466A644A7B611A8826D03E022">
    <w:name w:val="F2F803D466A644A7B611A8826D03E022"/>
    <w:rsid w:val="00FB5187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2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1555" fp:containerId="228b4970-73de-44a4-83e2-9513be360001" fp:lcid="1061" ma:contentTypeName="Väljaminev_kiri">
  <xs:schema xmlns:f="4f28efae-2a20-4782-b43d-2717bdd273f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Summary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SenderRegNr" minOccurs="0"/>
                <xs:element ref="f:Saatja_x0020_kuupäev" minOccurs="0"/>
                <xs:element ref="f:RMAdditionalRecipients" minOccurs="0"/>
                <xs:element ref="f:Sama" minOccurs="0"/>
                <xs:element ref="f:Koopia" minOccurs="0"/>
                <xs:element ref="f:Pimekoopia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AccessRestrictionLastExtensionResolution" minOccurs="0"/>
                <xs:element ref="f:RMAccessRestrictionFromSender" minOccurs="0"/>
                <xs:element ref="f:RMExternalAccessRestrictionNotificationTime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  <xs:element ref="f:Registrikood_x0023_1" minOccurs="0"/>
                <xs:element ref="f:Registrikood_x0023_2" minOccurs="0"/>
                <xs:element ref="f:Registrikood_x0023_3" minOccurs="0"/>
                <xs:element ref="f:Registrikood_x0023_4" minOccurs="0"/>
                <xs:element ref="f:Registrikood_x0023_5" minOccurs="0"/>
                <xs:element ref="f:Registrikood_x0023_6" minOccurs="0"/>
                <xs:element ref="f:Registrikood_x0023_7" minOccurs="0"/>
                <xs:element ref="f:Registrikood_x0023_8" minOccurs="0"/>
                <xs:element ref="f:Registrikood_x0023_9" minOccurs="0"/>
                <xs:element ref="f:Registrikood_x0023_10" minOccurs="0"/>
                <xs:element ref="f:Registrikood_x0023_11" minOccurs="0"/>
                <xs:element ref="f:Registrikood_x0023_12" minOccurs="0"/>
                <xs:element ref="f:Registrikood_x0023_13" minOccurs="0"/>
                <xs:element ref="f:Registrikood_x0023_14" minOccurs="0"/>
                <xs:element ref="f:Registrikood_x0023_15" minOccurs="0"/>
                <xs:element ref="f:Registrikood_x0023_16" minOccurs="0"/>
                <xs:element ref="f:Registrikood_x0023_17" minOccurs="0"/>
                <xs:element ref="f:Registrikood_x0023_18" minOccurs="0"/>
                <xs:element ref="f:Registrikood_x0023_19" minOccurs="0"/>
                <xs:element ref="f:Registrikood_x0023_20" minOccurs="0"/>
                <xs:element ref="f:Registrikood_x0023_21" minOccurs="0"/>
                <xs:element ref="f:Registrikood_x0023_22" minOccurs="0"/>
                <xs:element ref="f:Registrikood_x0023_23" minOccurs="0"/>
                <xs:element ref="f:Registrikood_x0023_24" minOccurs="0"/>
                <xs:element ref="f:Registrikood_x0023_25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4f28efae-2a20-4782-b43d-2717bdd273f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500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Summary" ma:displayName="Lühikokkuvõte" ma:index="4" ma:internalName="Summary" nillable="true" fp:namespace="228B497073DE44A483E29513BE360001" fp:type="String">
      <xs:simpleType>
        <xs:restriction base="dms:Text"/>
      </xs:simpleType>
    </xs:element>
    <xs:element name="RMFolderChain" ma:displayName="RMFolderChain" ma:index="5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6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7" ma:internalName="Asutus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8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9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10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1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2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3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4" ma:internalName="RMRecipients" nillable="true" fp:namespace="228B497073DE44A483E29513BE360001" fp:type="String">
      <xs:simpleType>
        <xs:restriction base="dms:Text"/>
      </xs:simpleType>
    </xs:element>
    <xs:element name="RMSenderRegNr" ma:displayName="Saatja viit" ma:index="15" ma:internalName="RMSenderRegNr" nillable="true" fp:namespace="228B497073DE44A483E29513BE360001" fp:type="String">
      <xs:simpleType>
        <xs:restriction base="dms:Text"/>
      </xs:simpleType>
    </xs:element>
    <xs:element name="Saatja_x0020_kuupäev" ma:displayName="Saatja kuupäev" ma:index="16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AdditionalRecipients" ma:displayName="Lisaadressaadid" ma:index="17" ma:internalName="RMAdditionalRecipients" nillable="true" fp:namespace="228B497073DE44A483E29513BE360001" fp:type="String">
      <xs:simpleType>
        <xs:restriction base="dms:Text"/>
      </xs:simpleType>
    </xs:element>
    <xs:element name="Sama" ma:displayName="Lisaadressaadid (Sama)" ma:index="18" ma:internalName="Sama" nillable="true" ma:readOnly="true" fp:namespace="228B497073DE44A483E29513BE360001" fp:type="String">
      <xs:simpleType>
        <xs:restriction base="dms:Text"/>
      </xs:simpleType>
    </xs:element>
    <xs:element name="Koopia" ma:displayName="Koopia" ma:index="19" ma:internalName="Koopia" nillable="true" ma:readOnly="true" fp:namespace="228B497073DE44A483E29513BE360001" fp:type="String">
      <xs:simpleType>
        <xs:restriction base="dms:Text"/>
      </xs:simpleType>
    </xs:element>
    <xs:element name="Pimekoopia" ma:displayName="Pimekoopia" ma:index="20" ma:internalName="Pimekoopia" nillable="true" ma:readOnly="true" fp:namespace="228B497073DE44A483E29513BE360001" fp:type="String">
      <xs:simpleType>
        <xs:restriction base="dms:Text"/>
      </xs:simpleType>
    </xs:element>
    <xs:element name="Allkirjastaja" ma:displayName="Allkirjastaja" ma:index="21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22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23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4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5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6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7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8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9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30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31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32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33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4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5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6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7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8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9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40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41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42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43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4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5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6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7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8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9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50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51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52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53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AccessRestrictionLastExtensionResolution" ma:displayName="Juurdepääsupiirang töövoo kaudu pikendatud" ma:index="54" ma:internalName="RMAccessRestrictionLastExtensionResolution" nillable="true" ma:readOnly="true" fp:namespace="228B497073DE44A483E29513BE360001" fp:type="Boolean">
      <xs:simpleType>
        <xs:restriction base="dms:Boolean"/>
      </xs:simpleType>
    </xs:element>
    <xs:element name="RMAccessRestrictionFromSender" ma:displayName="RMAccessRestrictionFromSender" ma:index="55" ma:internalName="RMAccessRestrictionFromSender" nillable="true" ma:readOnly="true" fp:namespace="228B497073DE44A483E29513BE360001" ma:format="DateOnly" fp:type="DateTime">
      <xs:simpleType>
        <xs:restriction base="dms:DateTime"/>
      </xs:simpleType>
    </xs:element>
    <xs:element name="RMExternalAccessRestrictionNotificationTime" ma:displayName="JPP lõppemise eelhoiatus saadetud" ma:index="56" ma:internalName="RMExternal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RetentionDeadline" ma:displayName="Säilitustähtaeg" ma:index="57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8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9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60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61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egistrikood_x0023_1" ma:displayName="Registrikood: 1" ma:index="62" ma:internalName="Registrikood_x0023_1" nillable="true" ma:readOnly="true" fp:namespace="228B497073DE44A483E29513BE360001" fp:type="String">
      <xs:simpleType>
        <xs:restriction base="dms:Text"/>
      </xs:simpleType>
    </xs:element>
    <xs:element name="Registrikood_x0023_2" ma:displayName="Registrikood: 2" ma:index="63" ma:internalName="Registrikood_x0023_2" nillable="true" ma:readOnly="true" fp:namespace="228B497073DE44A483E29513BE360001" fp:type="String">
      <xs:simpleType>
        <xs:restriction base="dms:Text"/>
      </xs:simpleType>
    </xs:element>
    <xs:element name="Registrikood_x0023_3" ma:displayName="Registrikood: 3" ma:index="64" ma:internalName="Registrikood_x0023_3" nillable="true" ma:readOnly="true" fp:namespace="228B497073DE44A483E29513BE360001" fp:type="String">
      <xs:simpleType>
        <xs:restriction base="dms:Text"/>
      </xs:simpleType>
    </xs:element>
    <xs:element name="Registrikood_x0023_4" ma:displayName="Registrikood: 4" ma:index="65" ma:internalName="Registrikood_x0023_4" nillable="true" ma:readOnly="true" fp:namespace="228B497073DE44A483E29513BE360001" fp:type="String">
      <xs:simpleType>
        <xs:restriction base="dms:Text"/>
      </xs:simpleType>
    </xs:element>
    <xs:element name="Registrikood_x0023_5" ma:displayName="Registrikood: 5" ma:index="66" ma:internalName="Registrikood_x0023_5" nillable="true" ma:readOnly="true" fp:namespace="228B497073DE44A483E29513BE360001" fp:type="String">
      <xs:simpleType>
        <xs:restriction base="dms:Text"/>
      </xs:simpleType>
    </xs:element>
    <xs:element name="Registrikood_x0023_6" ma:displayName="Registrikood: 6" ma:index="67" ma:internalName="Registrikood_x0023_6" nillable="true" ma:readOnly="true" fp:namespace="228B497073DE44A483E29513BE360001" fp:type="String">
      <xs:simpleType>
        <xs:restriction base="dms:Text"/>
      </xs:simpleType>
    </xs:element>
    <xs:element name="Registrikood_x0023_7" ma:displayName="Registrikood: 7" ma:index="68" ma:internalName="Registrikood_x0023_7" nillable="true" ma:readOnly="true" fp:namespace="228B497073DE44A483E29513BE360001" fp:type="String">
      <xs:simpleType>
        <xs:restriction base="dms:Text"/>
      </xs:simpleType>
    </xs:element>
    <xs:element name="Registrikood_x0023_8" ma:displayName="Registrikood: 8" ma:index="69" ma:internalName="Registrikood_x0023_8" nillable="true" ma:readOnly="true" fp:namespace="228B497073DE44A483E29513BE360001" fp:type="String">
      <xs:simpleType>
        <xs:restriction base="dms:Text"/>
      </xs:simpleType>
    </xs:element>
    <xs:element name="Registrikood_x0023_9" ma:displayName="Registrikood: 9" ma:index="70" ma:internalName="Registrikood_x0023_9" nillable="true" ma:readOnly="true" fp:namespace="228B497073DE44A483E29513BE360001" fp:type="String">
      <xs:simpleType>
        <xs:restriction base="dms:Text"/>
      </xs:simpleType>
    </xs:element>
    <xs:element name="Registrikood_x0023_10" ma:displayName="Registrikood: 10" ma:index="71" ma:internalName="Registrikood_x0023_10" nillable="true" ma:readOnly="true" fp:namespace="228B497073DE44A483E29513BE360001" fp:type="String">
      <xs:simpleType>
        <xs:restriction base="dms:Text"/>
      </xs:simpleType>
    </xs:element>
    <xs:element name="Registrikood_x0023_11" ma:displayName="Registrikood: 11" ma:index="72" ma:internalName="Registrikood_x0023_11" nillable="true" ma:readOnly="true" fp:namespace="228B497073DE44A483E29513BE360001" fp:type="String">
      <xs:simpleType>
        <xs:restriction base="dms:Text"/>
      </xs:simpleType>
    </xs:element>
    <xs:element name="Registrikood_x0023_12" ma:displayName="Registrikood: 12" ma:index="73" ma:internalName="Registrikood_x0023_12" nillable="true" ma:readOnly="true" fp:namespace="228B497073DE44A483E29513BE360001" fp:type="String">
      <xs:simpleType>
        <xs:restriction base="dms:Text"/>
      </xs:simpleType>
    </xs:element>
    <xs:element name="Registrikood_x0023_13" ma:displayName="Registrikood: 13" ma:index="74" ma:internalName="Registrikood_x0023_13" nillable="true" ma:readOnly="true" fp:namespace="228B497073DE44A483E29513BE360001" fp:type="String">
      <xs:simpleType>
        <xs:restriction base="dms:Text"/>
      </xs:simpleType>
    </xs:element>
    <xs:element name="Registrikood_x0023_14" ma:displayName="Registrikood: 14" ma:index="75" ma:internalName="Registrikood_x0023_14" nillable="true" ma:readOnly="true" fp:namespace="228B497073DE44A483E29513BE360001" fp:type="String">
      <xs:simpleType>
        <xs:restriction base="dms:Text"/>
      </xs:simpleType>
    </xs:element>
    <xs:element name="Registrikood_x0023_15" ma:displayName="Registrikood: 15" ma:index="76" ma:internalName="Registrikood_x0023_15" nillable="true" ma:readOnly="true" fp:namespace="228B497073DE44A483E29513BE360001" fp:type="String">
      <xs:simpleType>
        <xs:restriction base="dms:Text"/>
      </xs:simpleType>
    </xs:element>
    <xs:element name="Registrikood_x0023_16" ma:displayName="Registrikood: 16" ma:index="77" ma:internalName="Registrikood_x0023_16" nillable="true" ma:readOnly="true" fp:namespace="228B497073DE44A483E29513BE360001" fp:type="String">
      <xs:simpleType>
        <xs:restriction base="dms:Text"/>
      </xs:simpleType>
    </xs:element>
    <xs:element name="Registrikood_x0023_17" ma:displayName="Registrikood: 17" ma:index="78" ma:internalName="Registrikood_x0023_17" nillable="true" ma:readOnly="true" fp:namespace="228B497073DE44A483E29513BE360001" fp:type="String">
      <xs:simpleType>
        <xs:restriction base="dms:Text"/>
      </xs:simpleType>
    </xs:element>
    <xs:element name="Registrikood_x0023_18" ma:displayName="Registrikood: 18" ma:index="79" ma:internalName="Registrikood_x0023_18" nillable="true" ma:readOnly="true" fp:namespace="228B497073DE44A483E29513BE360001" fp:type="String">
      <xs:simpleType>
        <xs:restriction base="dms:Text"/>
      </xs:simpleType>
    </xs:element>
    <xs:element name="Registrikood_x0023_19" ma:displayName="Registrikood: 19" ma:index="80" ma:internalName="Registrikood_x0023_19" nillable="true" ma:readOnly="true" fp:namespace="228B497073DE44A483E29513BE360001" fp:type="String">
      <xs:simpleType>
        <xs:restriction base="dms:Text"/>
      </xs:simpleType>
    </xs:element>
    <xs:element name="Registrikood_x0023_20" ma:displayName="Registrikood: 20" ma:index="81" ma:internalName="Registrikood_x0023_20" nillable="true" ma:readOnly="true" fp:namespace="228B497073DE44A483E29513BE360001" fp:type="String">
      <xs:simpleType>
        <xs:restriction base="dms:Text"/>
      </xs:simpleType>
    </xs:element>
    <xs:element name="Registrikood_x0023_21" ma:displayName="Registrikood: 21" ma:index="82" ma:internalName="Registrikood_x0023_21" nillable="true" ma:readOnly="true" fp:namespace="228B497073DE44A483E29513BE360001" fp:type="String">
      <xs:simpleType>
        <xs:restriction base="dms:Text"/>
      </xs:simpleType>
    </xs:element>
    <xs:element name="Registrikood_x0023_22" ma:displayName="Registrikood: 22" ma:index="83" ma:internalName="Registrikood_x0023_22" nillable="true" ma:readOnly="true" fp:namespace="228B497073DE44A483E29513BE360001" fp:type="String">
      <xs:simpleType>
        <xs:restriction base="dms:Text"/>
      </xs:simpleType>
    </xs:element>
    <xs:element name="Registrikood_x0023_23" ma:displayName="Registrikood: 23" ma:index="84" ma:internalName="Registrikood_x0023_23" nillable="true" ma:readOnly="true" fp:namespace="228B497073DE44A483E29513BE360001" fp:type="String">
      <xs:simpleType>
        <xs:restriction base="dms:Text"/>
      </xs:simpleType>
    </xs:element>
    <xs:element name="Registrikood_x0023_24" ma:displayName="Registrikood: 24" ma:index="85" ma:internalName="Registrikood_x0023_24" nillable="true" ma:readOnly="true" fp:namespace="228B497073DE44A483E29513BE360001" fp:type="String">
      <xs:simpleType>
        <xs:restriction base="dms:Text"/>
      </xs:simpleType>
    </xs:element>
    <xs:element name="Registrikood_x0023_25" ma:displayName="Registrikood: 25" ma:index="86" ma:internalName="Registrikood_x0023_25" nillable="true" ma:readOnly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p:properties xmlns:p="http://schemas.microsoft.com/office/2006/metadata/properties">
  <documentManagement xmlns:xsi="http://www.w3.org/2001/XMLSchema-instance">
    <RMUniqueID xmlns="4f28efae-2a20-4782-b43d-2717bdd273fa">e56a728c-b09f-4c59-accf-a2e0407f776a</RMUniqueID>
    <RMTitle xmlns="4f28efae-2a20-4782-b43d-2717bdd273fa"/>
    <RMRegistrationDate xmlns="4f28efae-2a20-4782-b43d-2717bdd273fa">2024-12-27T09:40:54.1107664Z</RMRegistrationDate>
    <RMReferenceCode xmlns="4f28efae-2a20-4782-b43d-2717bdd273fa">1-15/24/26032</RMReferenceCode>
    <Summary xmlns="4f28efae-2a20-4782-b43d-2717bdd273fa">Palume Teil nimetada tuumaregulaatori loomise töörühma oma asutuse esindaja(d) hiljemalt  08.01.2025.</Summary>
    <RMFolderChain xmlns="4f28efae-2a20-4782-b43d-2717bdd273fa" xsi:nil="true"/>
    <ContactId xmlns="4f28efae-2a20-4782-b43d-2717bdd273fa" xsi:nil="true"/>
    <Asutus xmlns="4f28efae-2a20-4782-b43d-2717bdd273fa">Kliimaministeerium                             Majandus- ja Kommunikatsiooniministeerium Rahandusministeerium                     Tarbijakaitse ja Tehnilise Järelevalve Amet Keskkonnaministeeriumi Infotehnoloogiakeskus</Asutus>
    <Isik xmlns="4f28efae-2a20-4782-b43d-2717bdd273fa" xsi:nil="true"/>
    <E-posti_x0020_aadress xmlns="4f28efae-2a20-4782-b43d-2717bdd273fa" xsi:nil="true"/>
    <Aadress xmlns="4f28efae-2a20-4782-b43d-2717bdd273fa" xsi:nil="true"/>
    <Indeks xmlns="4f28efae-2a20-4782-b43d-2717bdd273fa" xsi:nil="true"/>
    <Linn_x002F_Vald xmlns="4f28efae-2a20-4782-b43d-2717bdd273fa" xsi:nil="true"/>
    <Maakond xmlns="4f28efae-2a20-4782-b43d-2717bdd273fa" xsi:nil="true"/>
    <RMRecipients xmlns="4f28efae-2a20-4782-b43d-2717bdd273fa" xsi:nil="true"/>
    <RMSenderRegNr xmlns="4f28efae-2a20-4782-b43d-2717bdd273fa" xsi:nil="true"/>
    <Saatja_x0020_kuupäev xmlns="4f28efae-2a20-4782-b43d-2717bdd273fa" xsi:nil="true"/>
    <RMAdditionalRecipients xmlns="4f28efae-2a20-4782-b43d-2717bdd273fa" xsi:nil="true"/>
    <Sama xmlns="4f28efae-2a20-4782-b43d-2717bdd273fa" xsi:nil="true"/>
    <Koopia xmlns="4f28efae-2a20-4782-b43d-2717bdd273fa" xsi:nil="true"/>
    <Pimekoopia xmlns="4f28efae-2a20-4782-b43d-2717bdd273fa" xsi:nil="true"/>
    <Allkirjastaja xmlns="4f28efae-2a20-4782-b43d-2717bdd273fa">Rainer Vakra</Allkirjastaja>
    <Allkirjastaja_x0020_nimi xmlns="4f28efae-2a20-4782-b43d-2717bdd273fa"/>
    <Allkirjastaja_x0020_amet_x002F_roll xmlns="4f28efae-2a20-4782-b43d-2717bdd273fa">peadirektor</Allkirjastaja_x0020_amet_x002F_roll>
    <Koostaja xmlns="4f28efae-2a20-4782-b43d-2717bdd273fa">Monika Lepasson</Koostaja>
    <Koostaja_x0020_telefon xmlns="4f28efae-2a20-4782-b43d-2717bdd273fa">5664 2976</Koostaja_x0020_telefon>
    <Koostaja_x0020_e-post xmlns="4f28efae-2a20-4782-b43d-2717bdd273fa">monika.lepasson@keskkonnaamet.ee</Koostaja_x0020_e-post>
    <RMAccessRestriction xmlns="4f28efae-2a20-4782-b43d-2717bdd273fa"/>
    <RMAccessRestrictedFrom xmlns="4f28efae-2a20-4782-b43d-2717bdd273fa" xsi:nil="true"/>
    <RMAccessRestrictedUntil xmlns="4f28efae-2a20-4782-b43d-2717bdd273fa" xsi:nil="true"/>
    <RMForPDF xmlns="4f28efae-2a20-4782-b43d-2717bdd273fa">true</RMForPDF>
    <RMPrimaryDocument xmlns="4f28efae-2a20-4782-b43d-2717bdd273fa" xsi:nil="true"/>
    <RMSubDocumentCount xmlns="4f28efae-2a20-4782-b43d-2717bdd273fa" xsi:nil="true"/>
    <RMInSigningContainer xmlns="4f28efae-2a20-4782-b43d-2717bdd273fa" xsi:nil="true"/>
    <RMForSigning xmlns="4f28efae-2a20-4782-b43d-2717bdd273fa" xsi:nil="true"/>
    <RMBackgroundInfo xmlns="4f28efae-2a20-4782-b43d-2717bdd273fa" xsi:nil="true"/>
    <RMForPublic xmlns="4f28efae-2a20-4782-b43d-2717bdd273fa" xsi:nil="true"/>
    <RMRevisionStatus xmlns="4f28efae-2a20-4782-b43d-2717bdd273fa" xsi:nil="true"/>
    <RMAddDocumentDataToFileName xmlns="4f28efae-2a20-4782-b43d-2717bdd273fa">false</RMAddDocumentDataToFileName>
    <RMOrderPosition xmlns="4f28efae-2a20-4782-b43d-2717bdd273fa" xsi:nil="true"/>
    <RMAccessRestrictionOwner xmlns="4f28efae-2a20-4782-b43d-2717bdd273fa">Monika Lepasson</RMAccessRestrictionOwner>
    <RMAccessRestrictionLevel xmlns="4f28efae-2a20-4782-b43d-2717bdd273fa">Avalik</RMAccessRestrictionLevel>
    <RMAccessRestrictionReason xmlns="4f28efae-2a20-4782-b43d-2717bdd273fa" xsi:nil="true"/>
    <RMAccessRestrictionNotificationTime xmlns="4f28efae-2a20-4782-b43d-2717bdd273fa" xsi:nil="true"/>
    <RMAccessRestrictionDate xmlns="4f28efae-2a20-4782-b43d-2717bdd273fa" xsi:nil="true"/>
    <RMAccessRestrictionEndEvent xmlns="4f28efae-2a20-4782-b43d-2717bdd273fa" xsi:nil="true"/>
    <RMAccessRestrictionDuration xmlns="4f28efae-2a20-4782-b43d-2717bdd273fa" xsi:nil="true"/>
    <RMInheritedFields xmlns="4f28efae-2a20-4782-b43d-2717bdd273fa" xsi:nil="true"/>
    <Telefon xmlns="4f28efae-2a20-4782-b43d-2717bdd273fa" xsi:nil="true"/>
    <RMPublishedDocumentUniqueId xmlns="4f28efae-2a20-4782-b43d-2717bdd273fa" xsi:nil="true"/>
    <RMPaperDocumentRetentionSchedule xmlns="4f28efae-2a20-4782-b43d-2717bdd273fa" xsi:nil="true"/>
    <RMAccessRestrictionOwnerTemp xmlns="4f28efae-2a20-4782-b43d-2717bdd273fa" xsi:nil="true"/>
    <RMAccessRestrictionOwnerTempUntil xmlns="4f28efae-2a20-4782-b43d-2717bdd273fa" xsi:nil="true"/>
    <RMAccessRestrictionExtended xmlns="4f28efae-2a20-4782-b43d-2717bdd273fa" xsi:nil="true"/>
    <RMAccessRestrictionLastExtensionResolution xmlns="4f28efae-2a20-4782-b43d-2717bdd273fa" xsi:nil="true"/>
    <RMAccessRestrictionFromSender xmlns="4f28efae-2a20-4782-b43d-2717bdd273fa" xsi:nil="true"/>
    <RMExternalAccessRestrictionNotificationTime xmlns="4f28efae-2a20-4782-b43d-2717bdd273fa" xsi:nil="true"/>
    <RMRetentionDeadline xmlns="4f28efae-2a20-4782-b43d-2717bdd273fa" xsi:nil="true"/>
    <RMNotes xmlns="4f28efae-2a20-4782-b43d-2717bdd273fa" xsi:nil="true"/>
    <RMShouldArchiveFilesOnRegistration xmlns="4f28efae-2a20-4782-b43d-2717bdd273fa">false</RMShouldArchiveFilesOnRegistration>
    <RMKeywords xmlns="4f28efae-2a20-4782-b43d-2717bdd273fa" xsi:nil="true"/>
    <RMStatus xmlns="4f28efae-2a20-4782-b43d-2717bdd273fa">Captured</RMStatus>
    <Registrikood_x0023_1 xmlns="4f28efae-2a20-4782-b43d-2717bdd273fa" xsi:nil="true"/>
    <Registrikood_x0023_2 xmlns="4f28efae-2a20-4782-b43d-2717bdd273fa" xsi:nil="true"/>
    <Registrikood_x0023_3 xmlns="4f28efae-2a20-4782-b43d-2717bdd273fa" xsi:nil="true"/>
    <Registrikood_x0023_4 xmlns="4f28efae-2a20-4782-b43d-2717bdd273fa" xsi:nil="true"/>
    <Registrikood_x0023_5 xmlns="4f28efae-2a20-4782-b43d-2717bdd273fa" xsi:nil="true"/>
    <Registrikood_x0023_6 xmlns="4f28efae-2a20-4782-b43d-2717bdd273fa" xsi:nil="true"/>
    <Registrikood_x0023_7 xmlns="4f28efae-2a20-4782-b43d-2717bdd273fa" xsi:nil="true"/>
    <Registrikood_x0023_8 xmlns="4f28efae-2a20-4782-b43d-2717bdd273fa" xsi:nil="true"/>
    <Registrikood_x0023_9 xmlns="4f28efae-2a20-4782-b43d-2717bdd273fa" xsi:nil="true"/>
    <Registrikood_x0023_10 xmlns="4f28efae-2a20-4782-b43d-2717bdd273fa" xsi:nil="true"/>
    <Registrikood_x0023_11 xmlns="4f28efae-2a20-4782-b43d-2717bdd273fa" xsi:nil="true"/>
    <Registrikood_x0023_12 xmlns="4f28efae-2a20-4782-b43d-2717bdd273fa" xsi:nil="true"/>
    <Registrikood_x0023_13 xmlns="4f28efae-2a20-4782-b43d-2717bdd273fa" xsi:nil="true"/>
    <Registrikood_x0023_14 xmlns="4f28efae-2a20-4782-b43d-2717bdd273fa" xsi:nil="true"/>
    <Registrikood_x0023_15 xmlns="4f28efae-2a20-4782-b43d-2717bdd273fa" xsi:nil="true"/>
    <Registrikood_x0023_16 xmlns="4f28efae-2a20-4782-b43d-2717bdd273fa" xsi:nil="true"/>
    <Registrikood_x0023_17 xmlns="4f28efae-2a20-4782-b43d-2717bdd273fa" xsi:nil="true"/>
    <Registrikood_x0023_18 xmlns="4f28efae-2a20-4782-b43d-2717bdd273fa" xsi:nil="true"/>
    <Registrikood_x0023_19 xmlns="4f28efae-2a20-4782-b43d-2717bdd273fa" xsi:nil="true"/>
    <Registrikood_x0023_20 xmlns="4f28efae-2a20-4782-b43d-2717bdd273fa" xsi:nil="true"/>
    <Registrikood_x0023_21 xmlns="4f28efae-2a20-4782-b43d-2717bdd273fa" xsi:nil="true"/>
    <Registrikood_x0023_22 xmlns="4f28efae-2a20-4782-b43d-2717bdd273fa" xsi:nil="true"/>
    <Registrikood_x0023_23 xmlns="4f28efae-2a20-4782-b43d-2717bdd273fa" xsi:nil="true"/>
    <Registrikood_x0023_24 xmlns="4f28efae-2a20-4782-b43d-2717bdd273fa" xsi:nil="true"/>
    <Registrikood_x0023_25 xmlns="4f28efae-2a20-4782-b43d-2717bdd273fa" xsi:nil="true"/>
  </documentManagement>
</p:properties>
</file>

<file path=customXml/itemProps1.xml><?xml version="1.0" encoding="utf-8"?>
<ds:datastoreItem xmlns:ds="http://schemas.openxmlformats.org/officeDocument/2006/customXml" ds:itemID="{83EB593A-C584-4C0B-8FBB-F804C1FE9E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D7954F-1A42-42C5-9209-F6A26875F4BB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4f28efae-2a20-4782-b43d-2717bdd273f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3.xml><?xml version="1.0" encoding="utf-8"?>
<ds:datastoreItem xmlns:ds="http://schemas.openxmlformats.org/officeDocument/2006/customXml" ds:itemID="{5167FD49-8194-49B4-805C-07B394F8F0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F61C44-F470-4B56-AFA8-2038CF04135C}">
  <ds:schemaRefs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4f28efae-2a20-4782-b43d-2717bdd273fa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28</TotalTime>
  <Pages>2</Pages>
  <Words>346</Words>
  <Characters>3886</Characters>
  <Application>Microsoft Office Word</Application>
  <DocSecurity>0</DocSecurity>
  <Lines>32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Liikme nimetamine tuumaregulaatori loomise töörühma</dc:title>
  <dc:subject/>
  <dc:description/>
  <cp:lastModifiedBy>Monika Lepasson</cp:lastModifiedBy>
  <cp:revision>14</cp:revision>
  <cp:lastPrinted>2014-04-03T11:06:00Z</cp:lastPrinted>
  <dcterms:created xsi:type="dcterms:W3CDTF">2024-12-23T07:46:00Z</dcterms:created>
  <dcterms:modified xsi:type="dcterms:W3CDTF">2024-12-23T12:35:00Z</dcterms:modified>
</cp:coreProperties>
</file>